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A44B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5B53D1E6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  <w:bookmarkStart w:id="0" w:name="Start"/>
    </w:p>
    <w:p w14:paraId="39A839C0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bookmarkStart w:id="1" w:name="bmFrom"/>
    <w:bookmarkEnd w:id="0"/>
    <w:p w14:paraId="71C1B89E" w14:textId="77777777" w:rsidR="005F675A" w:rsidRPr="002A5428" w:rsidRDefault="005F675A" w:rsidP="005F675A">
      <w:pPr>
        <w:spacing w:line="252" w:lineRule="exact"/>
        <w:ind w:right="284"/>
        <w:jc w:val="both"/>
        <w:rPr>
          <w:rFonts w:ascii="Arial" w:hAnsi="Arial"/>
          <w:sz w:val="20"/>
          <w:lang w:val="nb-NO"/>
        </w:rPr>
      </w:pPr>
      <w:r w:rsidRPr="002A5428">
        <w:rPr>
          <w:rFonts w:ascii="Arial" w:hAnsi="Arial" w:cs="Arial"/>
          <w:sz w:val="20"/>
          <w:lang w:val="nb-NO"/>
        </w:rPr>
        <w:fldChar w:fldCharType="begin"/>
      </w:r>
      <w:r w:rsidRPr="002A5428">
        <w:rPr>
          <w:rFonts w:ascii="Arial" w:hAnsi="Arial" w:cs="Arial"/>
          <w:sz w:val="20"/>
          <w:lang w:val="nb-NO"/>
        </w:rPr>
        <w:instrText xml:space="preserve"> MACROBUTTON NOMACRO [Navn/adresse, deretter F11]</w:instrText>
      </w:r>
      <w:r w:rsidRPr="002A5428">
        <w:rPr>
          <w:rFonts w:ascii="Arial" w:hAnsi="Arial" w:cs="Arial"/>
          <w:sz w:val="20"/>
          <w:lang w:val="nb-NO"/>
        </w:rPr>
        <w:fldChar w:fldCharType="end"/>
      </w:r>
      <w:bookmarkEnd w:id="1"/>
    </w:p>
    <w:p w14:paraId="2FD479EA" w14:textId="77777777" w:rsidR="005F675A" w:rsidRPr="002A5428" w:rsidRDefault="005F675A" w:rsidP="005F675A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0555CADF" w14:textId="77777777" w:rsidR="005F675A" w:rsidRPr="002A5428" w:rsidRDefault="005F675A" w:rsidP="005F675A">
      <w:pPr>
        <w:tabs>
          <w:tab w:val="left" w:pos="3686"/>
          <w:tab w:val="right" w:pos="8931"/>
        </w:tabs>
        <w:spacing w:line="252" w:lineRule="exact"/>
        <w:ind w:right="282"/>
        <w:jc w:val="right"/>
        <w:rPr>
          <w:rFonts w:ascii="Arial" w:hAnsi="Arial"/>
          <w:sz w:val="20"/>
          <w:lang w:val="nb-NO"/>
        </w:rPr>
      </w:pPr>
      <w:r w:rsidRPr="002A5428">
        <w:rPr>
          <w:rFonts w:ascii="Arial" w:hAnsi="Arial"/>
          <w:sz w:val="20"/>
          <w:lang w:val="nb-NO"/>
        </w:rPr>
        <w:t xml:space="preserve">Oslo, </w:t>
      </w:r>
      <w:r w:rsidRPr="002A5428">
        <w:rPr>
          <w:rFonts w:ascii="Arial" w:hAnsi="Arial"/>
          <w:sz w:val="20"/>
          <w:lang w:val="nb-NO"/>
        </w:rPr>
        <w:fldChar w:fldCharType="begin"/>
      </w:r>
      <w:r w:rsidRPr="002A5428">
        <w:rPr>
          <w:rFonts w:ascii="Arial" w:hAnsi="Arial"/>
          <w:sz w:val="20"/>
          <w:lang w:val="nb-NO"/>
        </w:rPr>
        <w:instrText xml:space="preserve"> CREATEDATE \@ "d. MMMM yyyy"</w:instrText>
      </w:r>
      <w:r w:rsidRPr="002A5428">
        <w:rPr>
          <w:rFonts w:ascii="Arial" w:hAnsi="Arial"/>
          <w:sz w:val="20"/>
          <w:lang w:val="nb-NO"/>
        </w:rPr>
        <w:fldChar w:fldCharType="separate"/>
      </w:r>
      <w:r>
        <w:rPr>
          <w:rFonts w:ascii="Arial" w:hAnsi="Arial"/>
          <w:noProof/>
          <w:sz w:val="20"/>
          <w:lang w:val="nb-NO"/>
        </w:rPr>
        <w:t>25. september 2024</w:t>
      </w:r>
      <w:r w:rsidRPr="002A5428">
        <w:rPr>
          <w:rFonts w:ascii="Arial" w:hAnsi="Arial"/>
          <w:sz w:val="20"/>
          <w:lang w:val="nb-NO"/>
        </w:rPr>
        <w:fldChar w:fldCharType="end"/>
      </w:r>
    </w:p>
    <w:p w14:paraId="47547DB7" w14:textId="77777777" w:rsidR="005F675A" w:rsidRPr="002A5428" w:rsidRDefault="005F675A" w:rsidP="005F675A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0F67B1DF" w14:textId="77777777" w:rsidR="005F675A" w:rsidRPr="002A5428" w:rsidRDefault="005F675A" w:rsidP="005F675A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181F6A11" w14:textId="77777777" w:rsidR="005F675A" w:rsidRPr="002A5428" w:rsidRDefault="005F675A" w:rsidP="005F675A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0834CE8B" w14:textId="77777777" w:rsidR="005F675A" w:rsidRPr="002A5428" w:rsidRDefault="005F675A" w:rsidP="005F675A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6CE45F18" w14:textId="77777777" w:rsidR="005F675A" w:rsidRPr="002A5428" w:rsidRDefault="005F675A" w:rsidP="005F675A">
      <w:pPr>
        <w:spacing w:line="252" w:lineRule="exact"/>
        <w:ind w:right="282"/>
        <w:jc w:val="both"/>
        <w:rPr>
          <w:rFonts w:ascii="Arial" w:hAnsi="Arial"/>
          <w:sz w:val="22"/>
          <w:lang w:val="nb-NO"/>
        </w:rPr>
      </w:pPr>
    </w:p>
    <w:p w14:paraId="10210931" w14:textId="77777777" w:rsidR="005F675A" w:rsidRPr="002A5428" w:rsidRDefault="005F675A" w:rsidP="005F675A">
      <w:pPr>
        <w:tabs>
          <w:tab w:val="left" w:pos="960"/>
        </w:tabs>
        <w:jc w:val="both"/>
        <w:rPr>
          <w:rFonts w:ascii="Arial" w:hAnsi="Arial"/>
          <w:szCs w:val="24"/>
          <w:lang w:val="nb-NO"/>
        </w:rPr>
      </w:pPr>
      <w:r w:rsidRPr="002A5428">
        <w:rPr>
          <w:rFonts w:ascii="Arial" w:hAnsi="Arial"/>
          <w:b/>
          <w:bCs/>
          <w:szCs w:val="24"/>
          <w:lang w:val="nb-NO"/>
        </w:rPr>
        <w:fldChar w:fldCharType="begin"/>
      </w:r>
      <w:r w:rsidRPr="002A5428">
        <w:rPr>
          <w:rFonts w:ascii="Arial" w:hAnsi="Arial"/>
          <w:b/>
          <w:bCs/>
          <w:szCs w:val="24"/>
          <w:lang w:val="nb-NO"/>
        </w:rPr>
        <w:instrText xml:space="preserve"> MACROBUTTON NOMACRO [Overskrift]</w:instrText>
      </w:r>
      <w:r w:rsidRPr="002A5428">
        <w:rPr>
          <w:rFonts w:ascii="Arial" w:hAnsi="Arial"/>
          <w:szCs w:val="24"/>
          <w:lang w:val="nb-NO"/>
        </w:rPr>
        <w:fldChar w:fldCharType="end"/>
      </w:r>
      <w:r w:rsidRPr="002A5428">
        <w:rPr>
          <w:rFonts w:ascii="Arial" w:hAnsi="Arial"/>
          <w:szCs w:val="24"/>
          <w:lang w:val="nb-NO"/>
        </w:rPr>
        <w:tab/>
      </w:r>
    </w:p>
    <w:p w14:paraId="5E6A5ED0" w14:textId="77777777" w:rsidR="005F675A" w:rsidRPr="002A5428" w:rsidRDefault="005F675A" w:rsidP="005F675A">
      <w:pPr>
        <w:jc w:val="both"/>
        <w:rPr>
          <w:rFonts w:ascii="Arial" w:hAnsi="Arial"/>
          <w:sz w:val="20"/>
          <w:lang w:val="nb-NO"/>
        </w:rPr>
      </w:pPr>
    </w:p>
    <w:p w14:paraId="31C42C60" w14:textId="77777777" w:rsidR="005F675A" w:rsidRPr="002A5428" w:rsidRDefault="005F675A" w:rsidP="005F675A">
      <w:pPr>
        <w:jc w:val="both"/>
        <w:rPr>
          <w:rFonts w:ascii="Arial" w:hAnsi="Arial"/>
          <w:sz w:val="20"/>
          <w:lang w:val="nb-NO"/>
        </w:rPr>
      </w:pPr>
      <w:r w:rsidRPr="002A5428">
        <w:rPr>
          <w:rFonts w:ascii="Arial" w:hAnsi="Arial"/>
          <w:sz w:val="20"/>
          <w:lang w:val="nb-NO"/>
        </w:rPr>
        <w:fldChar w:fldCharType="begin"/>
      </w:r>
      <w:r w:rsidRPr="002A5428">
        <w:rPr>
          <w:rFonts w:ascii="Arial" w:hAnsi="Arial"/>
          <w:sz w:val="20"/>
          <w:lang w:val="nb-NO"/>
        </w:rPr>
        <w:instrText xml:space="preserve"> MACROBUTTON NOMACRO [Tekst]</w:instrText>
      </w:r>
      <w:r w:rsidRPr="002A5428">
        <w:rPr>
          <w:rFonts w:ascii="Arial" w:hAnsi="Arial"/>
          <w:sz w:val="20"/>
          <w:lang w:val="nb-NO"/>
        </w:rPr>
        <w:fldChar w:fldCharType="end"/>
      </w:r>
    </w:p>
    <w:p w14:paraId="4DE73E68" w14:textId="77777777" w:rsidR="005F675A" w:rsidRPr="002A5428" w:rsidRDefault="005F675A" w:rsidP="005F675A">
      <w:pPr>
        <w:jc w:val="both"/>
        <w:rPr>
          <w:rFonts w:ascii="Arial" w:hAnsi="Arial"/>
          <w:sz w:val="20"/>
          <w:lang w:val="nb-NO"/>
        </w:rPr>
      </w:pPr>
    </w:p>
    <w:p w14:paraId="3B520C53" w14:textId="77777777" w:rsidR="005F675A" w:rsidRPr="002A5428" w:rsidRDefault="005F675A" w:rsidP="005F675A">
      <w:pPr>
        <w:jc w:val="both"/>
        <w:rPr>
          <w:rFonts w:ascii="Arial" w:hAnsi="Arial"/>
          <w:sz w:val="20"/>
          <w:lang w:val="nb-NO"/>
        </w:rPr>
      </w:pPr>
    </w:p>
    <w:p w14:paraId="55AF9F3F" w14:textId="77777777" w:rsidR="005F675A" w:rsidRPr="004502C2" w:rsidRDefault="005F675A" w:rsidP="005F675A">
      <w:pPr>
        <w:spacing w:line="252" w:lineRule="exact"/>
        <w:ind w:right="282"/>
        <w:jc w:val="both"/>
        <w:rPr>
          <w:rFonts w:ascii="Arial" w:hAnsi="Arial"/>
          <w:sz w:val="20"/>
        </w:rPr>
      </w:pPr>
      <w:r w:rsidRPr="004502C2">
        <w:rPr>
          <w:rFonts w:ascii="Arial" w:hAnsi="Arial"/>
          <w:sz w:val="20"/>
        </w:rPr>
        <w:t xml:space="preserve">Med </w:t>
      </w:r>
      <w:proofErr w:type="spellStart"/>
      <w:r w:rsidRPr="004502C2">
        <w:rPr>
          <w:rFonts w:ascii="Arial" w:hAnsi="Arial"/>
          <w:sz w:val="20"/>
        </w:rPr>
        <w:t>hilsen</w:t>
      </w:r>
      <w:proofErr w:type="spellEnd"/>
    </w:p>
    <w:p w14:paraId="4D7D1E96" w14:textId="77777777" w:rsidR="005F675A" w:rsidRPr="00845FF9" w:rsidRDefault="005F675A" w:rsidP="005F675A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  <w:r w:rsidRPr="00845FF9">
        <w:rPr>
          <w:rFonts w:ascii="Arial" w:hAnsi="Arial"/>
          <w:sz w:val="20"/>
          <w:lang w:val="en-GB"/>
        </w:rPr>
        <w:t>for HÖEGH AUTOLINERS S</w:t>
      </w:r>
      <w:r>
        <w:rPr>
          <w:rFonts w:ascii="Arial" w:hAnsi="Arial"/>
          <w:sz w:val="20"/>
          <w:lang w:val="en-GB"/>
        </w:rPr>
        <w:t>HIPPING</w:t>
      </w:r>
      <w:r w:rsidRPr="0079034C">
        <w:rPr>
          <w:rFonts w:ascii="Arial" w:hAnsi="Arial"/>
          <w:sz w:val="20"/>
          <w:lang w:val="en-GB"/>
        </w:rPr>
        <w:t xml:space="preserve"> </w:t>
      </w:r>
      <w:r w:rsidRPr="00845FF9">
        <w:rPr>
          <w:rFonts w:ascii="Arial" w:hAnsi="Arial"/>
          <w:sz w:val="20"/>
          <w:lang w:val="en-GB"/>
        </w:rPr>
        <w:t>AS</w:t>
      </w:r>
    </w:p>
    <w:p w14:paraId="540B2D25" w14:textId="77777777" w:rsidR="005F675A" w:rsidRPr="00845FF9" w:rsidRDefault="005F675A" w:rsidP="005F675A">
      <w:pPr>
        <w:jc w:val="both"/>
        <w:rPr>
          <w:rFonts w:ascii="Arial" w:hAnsi="Arial"/>
          <w:sz w:val="20"/>
          <w:lang w:val="en-GB"/>
        </w:rPr>
      </w:pPr>
    </w:p>
    <w:p w14:paraId="4BCFB750" w14:textId="77777777" w:rsidR="005F675A" w:rsidRPr="00845FF9" w:rsidRDefault="005F675A" w:rsidP="005F675A">
      <w:pPr>
        <w:jc w:val="both"/>
        <w:rPr>
          <w:rFonts w:ascii="Arial" w:hAnsi="Arial"/>
          <w:sz w:val="20"/>
          <w:lang w:val="en-GB"/>
        </w:rPr>
      </w:pPr>
    </w:p>
    <w:p w14:paraId="7AB84DDA" w14:textId="77777777" w:rsidR="005F675A" w:rsidRPr="00845FF9" w:rsidRDefault="005F675A" w:rsidP="005F675A">
      <w:pPr>
        <w:jc w:val="both"/>
        <w:rPr>
          <w:rFonts w:ascii="Arial" w:hAnsi="Arial"/>
          <w:sz w:val="20"/>
          <w:lang w:val="en-GB"/>
        </w:rPr>
      </w:pPr>
    </w:p>
    <w:p w14:paraId="0B8FA394" w14:textId="77777777" w:rsidR="005F675A" w:rsidRPr="002A5428" w:rsidRDefault="005F675A" w:rsidP="005F675A">
      <w:pPr>
        <w:jc w:val="both"/>
        <w:rPr>
          <w:rFonts w:ascii="Arial" w:hAnsi="Arial"/>
          <w:sz w:val="20"/>
          <w:lang w:val="nb-NO"/>
        </w:rPr>
      </w:pPr>
      <w:r w:rsidRPr="002A5428">
        <w:rPr>
          <w:rFonts w:ascii="Arial" w:hAnsi="Arial"/>
          <w:sz w:val="20"/>
          <w:lang w:val="nb-NO"/>
        </w:rPr>
        <w:fldChar w:fldCharType="begin"/>
      </w:r>
      <w:r w:rsidRPr="002A5428">
        <w:rPr>
          <w:rFonts w:ascii="Arial" w:hAnsi="Arial"/>
          <w:sz w:val="20"/>
          <w:lang w:val="nb-NO"/>
        </w:rPr>
        <w:instrText xml:space="preserve"> MACROBUTTON NOMACRO [Navn]</w:instrText>
      </w:r>
      <w:r w:rsidRPr="002A5428">
        <w:rPr>
          <w:rFonts w:ascii="Arial" w:hAnsi="Arial"/>
          <w:sz w:val="20"/>
          <w:lang w:val="nb-NO"/>
        </w:rPr>
        <w:fldChar w:fldCharType="end"/>
      </w:r>
    </w:p>
    <w:p w14:paraId="20831027" w14:textId="77777777" w:rsidR="005F675A" w:rsidRPr="00003CD2" w:rsidRDefault="005F675A" w:rsidP="005F675A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27D869B6" w14:textId="77777777" w:rsidR="00AF7943" w:rsidRPr="00003CD2" w:rsidRDefault="00AF7943" w:rsidP="00AF794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03ABE59D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5A9E9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426CF482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8ECE701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67120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42AF89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F8EE01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2736BCA7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9F0097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8A705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A87E44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1A4CCAF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140DE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66F18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B4D676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8457DE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72BD941" w14:textId="77777777" w:rsidR="00D15E6E" w:rsidRDefault="00D15E6E" w:rsidP="00D15E6E">
      <w:pPr>
        <w:rPr>
          <w:rFonts w:ascii="Arial" w:hAnsi="Arial"/>
          <w:sz w:val="20"/>
          <w:lang w:val="en-GB"/>
        </w:rPr>
      </w:pPr>
    </w:p>
    <w:p w14:paraId="183A8B40" w14:textId="77777777" w:rsidR="00D15E6E" w:rsidRPr="00D15E6E" w:rsidRDefault="00D15E6E" w:rsidP="00D15E6E">
      <w:pPr>
        <w:tabs>
          <w:tab w:val="left" w:pos="2949"/>
        </w:tabs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ab/>
      </w:r>
    </w:p>
    <w:sectPr w:rsidR="00D15E6E" w:rsidRPr="00D15E6E" w:rsidSect="00D15E6E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794" w:left="1418" w:header="1021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654A9" w14:textId="77777777" w:rsidR="00C24318" w:rsidRDefault="00C24318">
      <w:r>
        <w:separator/>
      </w:r>
    </w:p>
  </w:endnote>
  <w:endnote w:type="continuationSeparator" w:id="0">
    <w:p w14:paraId="586C4C0F" w14:textId="77777777" w:rsidR="00C24318" w:rsidRDefault="00C24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72F0" w14:textId="77777777" w:rsidR="00880AFB" w:rsidRDefault="00880A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F944B2" w14:textId="77777777" w:rsidR="00880AFB" w:rsidRDefault="00880A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008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CC6C45" w14:textId="77777777" w:rsidR="0084795C" w:rsidRDefault="0084795C">
            <w:pPr>
              <w:pStyle w:val="Footer"/>
              <w:jc w:val="right"/>
            </w:pPr>
            <w:r w:rsidRPr="0084795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795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C6244E5" w14:textId="77777777" w:rsidR="00880AFB" w:rsidRDefault="00880AFB">
    <w:pPr>
      <w:pStyle w:val="Footer"/>
      <w:ind w:right="360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4" w:space="0" w:color="44618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D08B0" w14:paraId="412B586C" w14:textId="77777777" w:rsidTr="00DD08B0">
      <w:tc>
        <w:tcPr>
          <w:tcW w:w="9344" w:type="dxa"/>
        </w:tcPr>
        <w:p w14:paraId="03FF5110" w14:textId="77777777" w:rsidR="00DD08B0" w:rsidRPr="00D62137" w:rsidRDefault="00DD08B0" w:rsidP="00DD08B0">
          <w:pPr>
            <w:pStyle w:val="Footer"/>
            <w:spacing w:line="230" w:lineRule="exact"/>
            <w:ind w:right="-569" w:hanging="1134"/>
            <w:jc w:val="center"/>
            <w:rPr>
              <w:rFonts w:ascii="Arial" w:hAnsi="Arial"/>
              <w:b/>
              <w:color w:val="000000" w:themeColor="text1"/>
              <w:sz w:val="15"/>
              <w:lang w:val="en-GB"/>
            </w:rPr>
          </w:pP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Höegh </w:t>
          </w:r>
          <w:r w:rsidRPr="00D62137">
            <w:rPr>
              <w:rFonts w:ascii="Arial" w:hAnsi="Arial"/>
              <w:b/>
              <w:color w:val="000000" w:themeColor="text1"/>
              <w:sz w:val="15"/>
            </w:rPr>
            <w:t>Autoliners</w:t>
          </w: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AS</w:t>
          </w:r>
          <w:r w:rsidR="00D15E6E">
            <w:rPr>
              <w:rFonts w:ascii="Arial" w:hAnsi="Arial"/>
              <w:b/>
              <w:color w:val="000000" w:themeColor="text1"/>
              <w:sz w:val="15"/>
              <w:lang w:val="en-GB"/>
            </w:rPr>
            <w:t>A</w:t>
          </w:r>
          <w:r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 xml:space="preserve">Org. NO: </w:t>
          </w:r>
          <w:r w:rsidR="00D15E6E">
            <w:rPr>
              <w:rFonts w:ascii="Arial" w:hAnsi="Arial"/>
              <w:color w:val="000000" w:themeColor="text1"/>
              <w:sz w:val="15"/>
              <w:lang w:val="en-GB"/>
            </w:rPr>
            <w:t>985 459 614</w:t>
          </w:r>
        </w:p>
        <w:p w14:paraId="74D597BE" w14:textId="77777777" w:rsidR="00DD08B0" w:rsidRPr="00DD08B0" w:rsidRDefault="00DD08B0" w:rsidP="00DD08B0">
          <w:pPr>
            <w:pStyle w:val="Footer"/>
            <w:spacing w:line="230" w:lineRule="exact"/>
            <w:ind w:right="-569"/>
            <w:jc w:val="center"/>
            <w:rPr>
              <w:rFonts w:ascii="Arial" w:hAnsi="Arial"/>
              <w:color w:val="595959" w:themeColor="text1" w:themeTint="A6"/>
              <w:sz w:val="15"/>
            </w:rPr>
          </w:pP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Visit address: Drammensveien 134, 0277 Oslo | Postal address: P.O. Box 4 Skøyen, 0212 Oslo, Norway</w:t>
          </w:r>
          <w:r>
            <w:rPr>
              <w:rFonts w:ascii="Arial" w:hAnsi="Arial"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Tel: +47 21 03 90 00</w:t>
          </w:r>
        </w:p>
      </w:tc>
    </w:tr>
  </w:tbl>
  <w:p w14:paraId="36EBFF93" w14:textId="77777777" w:rsidR="00963553" w:rsidRPr="00D15E6E" w:rsidRDefault="00963553" w:rsidP="00DD08B0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7BD1B" w14:textId="77777777" w:rsidR="00C24318" w:rsidRDefault="00C24318">
      <w:r>
        <w:separator/>
      </w:r>
    </w:p>
  </w:footnote>
  <w:footnote w:type="continuationSeparator" w:id="0">
    <w:p w14:paraId="4E3A06A0" w14:textId="77777777" w:rsidR="00C24318" w:rsidRDefault="00C24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756B" w14:textId="77777777" w:rsidR="00880AFB" w:rsidRDefault="00FB6932" w:rsidP="00FB6932">
    <w:pPr>
      <w:pStyle w:val="Footer"/>
      <w:tabs>
        <w:tab w:val="clear" w:pos="4153"/>
        <w:tab w:val="clear" w:pos="8306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  <w:jc w:val="center"/>
      <w:rPr>
        <w:rFonts w:ascii="Tms Rmn" w:hAnsi="Tms Rmn"/>
        <w:snapToGrid w:val="0"/>
        <w:lang w:val="en-GB"/>
      </w:rPr>
    </w:pPr>
    <w:r>
      <w:rPr>
        <w:noProof/>
      </w:rPr>
      <w:drawing>
        <wp:inline distT="0" distB="0" distL="0" distR="0" wp14:anchorId="4E52D4EA" wp14:editId="5ABF00D4">
          <wp:extent cx="1547675" cy="784923"/>
          <wp:effectExtent l="0" t="0" r="0" b="0"/>
          <wp:docPr id="5298963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757" cy="797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18"/>
    <w:rsid w:val="00003CD2"/>
    <w:rsid w:val="00007139"/>
    <w:rsid w:val="0003771C"/>
    <w:rsid w:val="00047F55"/>
    <w:rsid w:val="00072425"/>
    <w:rsid w:val="000B673C"/>
    <w:rsid w:val="000D5FFC"/>
    <w:rsid w:val="0010752A"/>
    <w:rsid w:val="00150BDA"/>
    <w:rsid w:val="0016241D"/>
    <w:rsid w:val="00177D3F"/>
    <w:rsid w:val="001D7457"/>
    <w:rsid w:val="001F0B65"/>
    <w:rsid w:val="002B1028"/>
    <w:rsid w:val="002D09DB"/>
    <w:rsid w:val="002E3E16"/>
    <w:rsid w:val="00394B3A"/>
    <w:rsid w:val="003B2D18"/>
    <w:rsid w:val="00417BD9"/>
    <w:rsid w:val="00464D15"/>
    <w:rsid w:val="0049189C"/>
    <w:rsid w:val="004E208D"/>
    <w:rsid w:val="00521C9B"/>
    <w:rsid w:val="005461F4"/>
    <w:rsid w:val="005C0717"/>
    <w:rsid w:val="005F675A"/>
    <w:rsid w:val="00604AE4"/>
    <w:rsid w:val="006B4666"/>
    <w:rsid w:val="00713862"/>
    <w:rsid w:val="007D490C"/>
    <w:rsid w:val="007D4C00"/>
    <w:rsid w:val="00805467"/>
    <w:rsid w:val="00843561"/>
    <w:rsid w:val="00844784"/>
    <w:rsid w:val="0084795C"/>
    <w:rsid w:val="00852BD7"/>
    <w:rsid w:val="0086676C"/>
    <w:rsid w:val="00880AFB"/>
    <w:rsid w:val="00896C03"/>
    <w:rsid w:val="00944813"/>
    <w:rsid w:val="00951A9E"/>
    <w:rsid w:val="00963553"/>
    <w:rsid w:val="009965CB"/>
    <w:rsid w:val="00A35C58"/>
    <w:rsid w:val="00A360E0"/>
    <w:rsid w:val="00AC6A02"/>
    <w:rsid w:val="00AF2AA3"/>
    <w:rsid w:val="00AF7943"/>
    <w:rsid w:val="00B638C8"/>
    <w:rsid w:val="00B97063"/>
    <w:rsid w:val="00BE0B0E"/>
    <w:rsid w:val="00BE1D60"/>
    <w:rsid w:val="00C24318"/>
    <w:rsid w:val="00C919F9"/>
    <w:rsid w:val="00CD5B5B"/>
    <w:rsid w:val="00CF4629"/>
    <w:rsid w:val="00D14AD9"/>
    <w:rsid w:val="00D15E6E"/>
    <w:rsid w:val="00D62137"/>
    <w:rsid w:val="00DA1D3F"/>
    <w:rsid w:val="00DB2F3A"/>
    <w:rsid w:val="00DD08B0"/>
    <w:rsid w:val="00DD4865"/>
    <w:rsid w:val="00E31FDF"/>
    <w:rsid w:val="00E51915"/>
    <w:rsid w:val="00F20E06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299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675A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  <w:lang w:val="en-GB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16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tabs>
        <w:tab w:val="left" w:pos="5670"/>
      </w:tabs>
      <w:spacing w:line="260" w:lineRule="exact"/>
      <w:ind w:right="284" w:firstLine="284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D62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479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rladelacruz/Downloads/Letter%20HA%20FS%20-%20Phil_EN_R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553B2B6656E4385E962234550140A" ma:contentTypeVersion="2" ma:contentTypeDescription="Create a new document." ma:contentTypeScope="" ma:versionID="676a4dde8f2b71d61085bfd642b2aa9c">
  <xsd:schema xmlns:xsd="http://www.w3.org/2001/XMLSchema" xmlns:xs="http://www.w3.org/2001/XMLSchema" xmlns:p="http://schemas.microsoft.com/office/2006/metadata/properties" xmlns:ns2="ce6b6d74-fcc2-4e75-a34d-879925435f6b" targetNamespace="http://schemas.microsoft.com/office/2006/metadata/properties" ma:root="true" ma:fieldsID="8205ffc457be13791dfb8e4ff2e469cc" ns2:_="">
    <xsd:import namespace="ce6b6d74-fcc2-4e75-a34d-879925435f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b6d74-fcc2-4e75-a34d-879925435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A6B05B-2103-4B4E-922D-4E0FBEEF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b6d74-fcc2-4e75-a34d-879925435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22E2F-AE15-4295-89EC-5D70C892C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74A53F-9262-4256-8EEF-7DFE91E0CF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199C3A-7001-41B2-95A9-DD289DE2F2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HA FS - Phil_EN_R02.dotx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2024-09-25T01:01:00Z</dcterms:created>
  <dcterms:modified xsi:type="dcterms:W3CDTF">2024-09-25T01:01:00Z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0x010100BE3553B2B6656E4385E962234550140A</vt:lpwstr>
  </property>
</Properties>
</file>